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976" w:rsidRDefault="00180976" w:rsidP="00D8375D">
      <w:pPr>
        <w:pStyle w:val="NormalWeb"/>
        <w:spacing w:before="0" w:beforeAutospacing="0" w:after="0" w:afterAutospacing="0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RTU 57.STUDENTU ZINĀTNISKĀ UN TEHNISKĀ KONFERENCE 2016</w:t>
      </w:r>
    </w:p>
    <w:p w:rsidR="00180976" w:rsidRDefault="00180976" w:rsidP="00D8375D">
      <w:pPr>
        <w:pStyle w:val="NormalWeb"/>
        <w:spacing w:before="0" w:beforeAutospacing="0" w:after="0" w:afterAutospacing="0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Organisko savienojumu ķīmijas un tehnoloģijas apakšsekcija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1"/>
        <w:gridCol w:w="7085"/>
      </w:tblGrid>
      <w:tr w:rsidR="00180976" w:rsidRPr="00E034E2">
        <w:trPr>
          <w:trHeight w:val="397"/>
        </w:trPr>
        <w:tc>
          <w:tcPr>
            <w:tcW w:w="1800" w:type="dxa"/>
            <w:tcBorders>
              <w:top w:val="nil"/>
              <w:left w:val="nil"/>
              <w:bottom w:val="nil"/>
            </w:tcBorders>
            <w:vAlign w:val="center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highlight w:val="green"/>
              </w:rPr>
              <w:t>Darba nosaukums:</w:t>
            </w:r>
            <w:r w:rsidRPr="00E03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380" w:type="dxa"/>
            <w:vAlign w:val="center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Darba nosaukums</w:t>
            </w:r>
          </w:p>
        </w:tc>
      </w:tr>
      <w:tr w:rsidR="00180976" w:rsidRPr="00E034E2">
        <w:trPr>
          <w:trHeight w:hRule="exact" w:val="11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380" w:type="dxa"/>
            <w:tcBorders>
              <w:left w:val="nil"/>
              <w:right w:val="nil"/>
            </w:tcBorders>
            <w:vAlign w:val="center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80976" w:rsidRPr="00E034E2">
        <w:trPr>
          <w:trHeight w:val="397"/>
        </w:trPr>
        <w:tc>
          <w:tcPr>
            <w:tcW w:w="1800" w:type="dxa"/>
            <w:tcBorders>
              <w:top w:val="nil"/>
              <w:left w:val="nil"/>
              <w:bottom w:val="nil"/>
            </w:tcBorders>
            <w:vAlign w:val="center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highlight w:val="green"/>
              </w:rPr>
              <w:t>Darba autors</w:t>
            </w:r>
            <w:r w:rsidRPr="00E034E2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green"/>
              </w:rPr>
              <w:t>:</w:t>
            </w:r>
          </w:p>
        </w:tc>
        <w:tc>
          <w:tcPr>
            <w:tcW w:w="7380" w:type="dxa"/>
            <w:vAlign w:val="center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Vārds Uzvārds, RTU Materiālzinātnes un lietišķās ķīmijas fakultāte, X. studiju gads</w:t>
            </w:r>
          </w:p>
        </w:tc>
      </w:tr>
      <w:tr w:rsidR="00180976" w:rsidRPr="00E034E2">
        <w:trPr>
          <w:trHeight w:hRule="exact" w:val="11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380" w:type="dxa"/>
            <w:tcBorders>
              <w:left w:val="nil"/>
              <w:right w:val="nil"/>
            </w:tcBorders>
            <w:vAlign w:val="center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80976" w:rsidRPr="00E034E2">
        <w:trPr>
          <w:trHeight w:val="397"/>
        </w:trPr>
        <w:tc>
          <w:tcPr>
            <w:tcW w:w="1800" w:type="dxa"/>
            <w:tcBorders>
              <w:top w:val="nil"/>
              <w:left w:val="nil"/>
              <w:bottom w:val="nil"/>
            </w:tcBorders>
            <w:vAlign w:val="center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highlight w:val="green"/>
              </w:rPr>
              <w:t>Darba vadītājs</w:t>
            </w:r>
            <w:r w:rsidRPr="00E034E2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green"/>
              </w:rPr>
              <w:t>:</w:t>
            </w:r>
            <w:r w:rsidRPr="00E03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380" w:type="dxa"/>
            <w:vAlign w:val="center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Zinātniskais grāds Vārds Uzvārds, amats</w:t>
            </w:r>
          </w:p>
        </w:tc>
      </w:tr>
    </w:tbl>
    <w:p w:rsidR="00180976" w:rsidRPr="006016E0" w:rsidRDefault="00180976" w:rsidP="00D8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</w:p>
    <w:p w:rsidR="00180976" w:rsidRDefault="00180976" w:rsidP="00D8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4E54">
        <w:rPr>
          <w:rFonts w:ascii="Times New Roman" w:hAnsi="Times New Roman" w:cs="Times New Roman"/>
          <w:b/>
          <w:bCs/>
          <w:sz w:val="20"/>
          <w:szCs w:val="20"/>
        </w:rPr>
        <w:t>Ievads</w:t>
      </w:r>
      <w:r w:rsidRPr="00AF4E54">
        <w:rPr>
          <w:rFonts w:ascii="Times New Roman" w:hAnsi="Times New Roman" w:cs="Times New Roman"/>
          <w:sz w:val="20"/>
          <w:szCs w:val="20"/>
        </w:rPr>
        <w:t xml:space="preserve">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180976" w:rsidRPr="00E034E2">
        <w:tc>
          <w:tcPr>
            <w:tcW w:w="9180" w:type="dxa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>Īss teorētisks izklāsts; tēzes galvenā ideja. Max 250 zīmes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>Tēžu apjoms – līdz 1 pilnai A4 lapai (</w:t>
            </w:r>
            <w:r w:rsidRPr="00E034E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ieskaitot</w:t>
            </w: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 xml:space="preserve"> tabulas, attēlus un anotāciju angļu valodā). Tekstu raksta ar </w:t>
            </w:r>
            <w:r w:rsidRPr="00E03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Times New Roman</w:t>
            </w: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 xml:space="preserve"> burtiem, 10 pt izmēru. Atstarpe starp rindām - 1 (</w:t>
            </w:r>
            <w:r w:rsidRPr="00E03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Single</w:t>
            </w: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>). Tekstu līdzina gar abām malām.</w:t>
            </w:r>
          </w:p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 xml:space="preserve">Ja darbā ir tikai viens attēls, tabula vai formula, tās nenumurē; ja vairāk par vienu, jānumurē.  Attēliem raksta saīsināti – </w:t>
            </w:r>
            <w:r w:rsidRPr="00E03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1. att</w:t>
            </w:r>
            <w:r w:rsidRPr="00E034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 xml:space="preserve"> Tabulām raksta pilnu vārdu – </w:t>
            </w:r>
            <w:r w:rsidRPr="00E034E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3. tabula</w:t>
            </w: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 xml:space="preserve">. Gan attēliem, gan tabulām jābūt </w:t>
            </w:r>
            <w:r w:rsidRPr="00E034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 nosaukumu</w:t>
            </w: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 xml:space="preserve">. Latviešu valodā kārtas skaitli liek </w:t>
            </w:r>
            <w:r w:rsidRPr="00E034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pirms</w:t>
            </w: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>, nevis pēc objekta apzīmējuma; pēc attēlu un tabulu nosaukuma liek punktu.</w:t>
            </w: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180976" w:rsidRPr="00E034E2" w:rsidRDefault="00180976" w:rsidP="00231676">
            <w:pPr>
              <w:spacing w:after="0" w:line="240" w:lineRule="auto"/>
              <w:ind w:right="-765" w:firstLine="284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Piemērs:           4. att.  Tilpuma atkarība no spiediena.</w:t>
            </w:r>
          </w:p>
          <w:p w:rsidR="00180976" w:rsidRPr="00E034E2" w:rsidRDefault="00180976" w:rsidP="00231676">
            <w:pPr>
              <w:spacing w:after="0" w:line="240" w:lineRule="auto"/>
              <w:ind w:right="-765" w:firstLine="284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4. tabula. Tilpuma atkarība no spiediena.</w:t>
            </w:r>
          </w:p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976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>Šajā dokumentā jau ir iestādīti nepieciešamie lapu un noformējuma parametri. Ar zaļu iekrāsotajam tekstam ir jāpaliek neizmainītā veidā. Pirms darba iesniegšanas un izdrukāšanas, lūdzu, noņemiet zaļo krāsojumu.</w:t>
            </w:r>
          </w:p>
          <w:p w:rsidR="00180976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976" w:rsidRPr="003E4B34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B34">
              <w:rPr>
                <w:rFonts w:ascii="Times New Roman" w:hAnsi="Times New Roman" w:cs="Times New Roman"/>
                <w:sz w:val="20"/>
                <w:szCs w:val="20"/>
              </w:rPr>
              <w:t xml:space="preserve">Savienojumu struktūras, lūdzu, zīmēt, izmantjot ISIS Draw vai ChemDraw programmatūru, pie Options jāizvēlas Read journal or custom settings </w:t>
            </w:r>
            <w:r w:rsidRPr="003E4B34">
              <w:rPr>
                <w:rFonts w:ascii="Times New Roman" w:hAnsi="Times New Roman" w:cs="Times New Roman"/>
                <w:sz w:val="20"/>
                <w:szCs w:val="20"/>
              </w:rPr>
              <w:sym w:font="Wingdings" w:char="F0E0"/>
            </w:r>
            <w:r w:rsidRPr="003E4B34">
              <w:rPr>
                <w:rFonts w:ascii="Times New Roman" w:hAnsi="Times New Roman" w:cs="Times New Roman"/>
                <w:sz w:val="20"/>
                <w:szCs w:val="20"/>
              </w:rPr>
              <w:t xml:space="preserve"> JACS (ISIS Draw) vai  Object </w:t>
            </w:r>
            <w:r w:rsidRPr="003E4B34">
              <w:rPr>
                <w:rFonts w:ascii="Times New Roman" w:hAnsi="Times New Roman" w:cs="Times New Roman"/>
                <w:sz w:val="20"/>
                <w:szCs w:val="20"/>
              </w:rPr>
              <w:sym w:font="Wingdings" w:char="F0E0"/>
            </w:r>
            <w:r w:rsidRPr="003E4B34">
              <w:rPr>
                <w:rFonts w:ascii="Times New Roman" w:hAnsi="Times New Roman" w:cs="Times New Roman"/>
                <w:sz w:val="20"/>
                <w:szCs w:val="20"/>
              </w:rPr>
              <w:t xml:space="preserve"> Apply object settings from </w:t>
            </w:r>
            <w:r w:rsidRPr="003E4B34">
              <w:rPr>
                <w:rFonts w:ascii="Times New Roman" w:hAnsi="Times New Roman" w:cs="Times New Roman"/>
                <w:sz w:val="20"/>
                <w:szCs w:val="20"/>
              </w:rPr>
              <w:sym w:font="Wingdings" w:char="F0E0"/>
            </w:r>
            <w:r w:rsidRPr="003E4B34">
              <w:rPr>
                <w:rFonts w:ascii="Times New Roman" w:hAnsi="Times New Roman" w:cs="Times New Roman"/>
                <w:sz w:val="20"/>
                <w:szCs w:val="20"/>
              </w:rPr>
              <w:t xml:space="preserve"> ACS Document 1996 (ChemDraw).</w:t>
            </w:r>
          </w:p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976" w:rsidRPr="003E4B34" w:rsidRDefault="00180976" w:rsidP="003E4B34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B34">
              <w:rPr>
                <w:rFonts w:ascii="Times New Roman" w:hAnsi="Times New Roman" w:cs="Times New Roman"/>
                <w:sz w:val="20"/>
                <w:szCs w:val="20"/>
              </w:rPr>
              <w:t>Literatūras sarakstu noformēt atbilstoši ACS rekomendācijām, piemēram, žurnālu rakstu bibliogrāfisko informāciju pierakstīt sekojoši:</w:t>
            </w:r>
          </w:p>
          <w:p w:rsidR="00180976" w:rsidRDefault="00180976" w:rsidP="003E4B34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B34">
              <w:rPr>
                <w:rFonts w:ascii="Times New Roman" w:hAnsi="Times New Roman" w:cs="Times New Roman"/>
                <w:sz w:val="20"/>
                <w:szCs w:val="20"/>
              </w:rPr>
              <w:t xml:space="preserve">1. Bigi, F.; Carloni, S.; Ferrari, L.; Maggi, R.; Mazzacani, A.; Sartoni, G. </w:t>
            </w:r>
            <w:r w:rsidRPr="003E4B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Tetrahedron Lett</w:t>
            </w:r>
            <w:r w:rsidRPr="003E4B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E4B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2001</w:t>
            </w:r>
            <w:r w:rsidRPr="003E4B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E4B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</w:t>
            </w:r>
            <w:r w:rsidRPr="003E4B34">
              <w:rPr>
                <w:rFonts w:ascii="Times New Roman" w:hAnsi="Times New Roman" w:cs="Times New Roman"/>
                <w:sz w:val="20"/>
                <w:szCs w:val="20"/>
              </w:rPr>
              <w:t>, 5203.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0976" w:rsidRPr="003E4B34" w:rsidRDefault="00180976" w:rsidP="003E4B34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 xml:space="preserve">Nepieciešamības gadījumā apakšnodaļu virsrakstus var atsevišķi neizdalīt, ievērojot nosacīto iedalījumu un teksta daudzuma relatīvo attiecību. Kopējais zīmju skaits ap 1700 zīmēm (nepārsniedzot 1 lapu). </w:t>
            </w:r>
          </w:p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 xml:space="preserve">Tēzes iesniedz elektroniskā veidā kā .doc vai .docx failu, nosūtot uz e-pastu: inesem@ktf.rtu.lv. Faila nosaukumu veido sekojoši: vards_uzvards.doc vai vards_uzvards.docx. Citā formātā iesniegtas tēzes, kā arī materiāli, kuru apjoms pārsniedz noteikto, var </w:t>
            </w:r>
            <w:r w:rsidRPr="00E034E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netikt</w:t>
            </w: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 xml:space="preserve"> publicētas. Par tēžu kvalitāti un teksta gramatisko pareizību atbild darba autori.</w:t>
            </w:r>
          </w:p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976" w:rsidRPr="00E034E2" w:rsidRDefault="00180976" w:rsidP="009C4C05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 xml:space="preserve">Tēžu izdruku, kurai otrā pusē izdrukāts (un parakstīts!) vadītāja apliecinājums, iesniedz savas apakšsekcijas kontaktpersonai, kura visas izdrukas, kā arī failu elektroniskās versijas savāc un nodot </w:t>
            </w:r>
            <w:r w:rsidRPr="00E034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Inesei Mieriņai</w:t>
            </w: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 xml:space="preserve"> ne vēlāk kā </w:t>
            </w:r>
            <w:r w:rsidRPr="00E034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nedēļas</w:t>
            </w: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 xml:space="preserve"> pēc apakšsekcijas sēdes.</w:t>
            </w:r>
          </w:p>
        </w:tc>
      </w:tr>
    </w:tbl>
    <w:p w:rsidR="00180976" w:rsidRPr="006016E0" w:rsidRDefault="00180976" w:rsidP="00D8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</w:p>
    <w:p w:rsidR="00180976" w:rsidRDefault="00180976" w:rsidP="00D8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4E54">
        <w:rPr>
          <w:rFonts w:ascii="Times New Roman" w:hAnsi="Times New Roman" w:cs="Times New Roman"/>
          <w:b/>
          <w:bCs/>
          <w:sz w:val="20"/>
          <w:szCs w:val="20"/>
        </w:rPr>
        <w:t>Mērķis</w:t>
      </w:r>
      <w:r w:rsidRPr="00AF4E54">
        <w:rPr>
          <w:rFonts w:ascii="Times New Roman" w:hAnsi="Times New Roman" w:cs="Times New Roman"/>
          <w:sz w:val="20"/>
          <w:szCs w:val="20"/>
        </w:rPr>
        <w:t xml:space="preserve">. </w:t>
      </w: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180976" w:rsidRPr="00E034E2">
        <w:tc>
          <w:tcPr>
            <w:tcW w:w="9180" w:type="dxa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>Kāpēc Jūs veicat pētījumu? Max 200 zīmes</w:t>
            </w:r>
          </w:p>
        </w:tc>
      </w:tr>
    </w:tbl>
    <w:p w:rsidR="00180976" w:rsidRPr="006016E0" w:rsidRDefault="00180976" w:rsidP="00D8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</w:p>
    <w:p w:rsidR="00180976" w:rsidRDefault="00180976" w:rsidP="00D8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F4E54">
        <w:rPr>
          <w:rFonts w:ascii="Times New Roman" w:hAnsi="Times New Roman" w:cs="Times New Roman"/>
          <w:b/>
          <w:bCs/>
          <w:sz w:val="20"/>
          <w:szCs w:val="20"/>
        </w:rPr>
        <w:t>Materiāli un metodes.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180976" w:rsidRPr="00E034E2">
        <w:tc>
          <w:tcPr>
            <w:tcW w:w="9180" w:type="dxa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>Koncentrētā veidā atspoguļo pētījuma, eksperimenta gaitu, metodes u.c. Max 1000 zīmes</w:t>
            </w:r>
          </w:p>
        </w:tc>
      </w:tr>
    </w:tbl>
    <w:p w:rsidR="00180976" w:rsidRPr="006016E0" w:rsidRDefault="00180976" w:rsidP="00D8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 w:rsidRPr="006016E0">
        <w:rPr>
          <w:rFonts w:ascii="Times New Roman" w:hAnsi="Times New Roman" w:cs="Times New Roman"/>
          <w:b/>
          <w:bCs/>
          <w:sz w:val="12"/>
          <w:szCs w:val="12"/>
        </w:rPr>
        <w:t xml:space="preserve"> </w:t>
      </w:r>
    </w:p>
    <w:p w:rsidR="00180976" w:rsidRDefault="00180976" w:rsidP="00D8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4E54">
        <w:rPr>
          <w:rFonts w:ascii="Times New Roman" w:hAnsi="Times New Roman" w:cs="Times New Roman"/>
          <w:b/>
          <w:bCs/>
          <w:sz w:val="20"/>
          <w:szCs w:val="20"/>
        </w:rPr>
        <w:t>Rezultāti</w:t>
      </w:r>
      <w:r w:rsidRPr="00AF4E54">
        <w:rPr>
          <w:rFonts w:ascii="Times New Roman" w:hAnsi="Times New Roman" w:cs="Times New Roman"/>
          <w:sz w:val="20"/>
          <w:szCs w:val="20"/>
        </w:rPr>
        <w:t xml:space="preserve">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180976" w:rsidRPr="00E034E2">
        <w:tc>
          <w:tcPr>
            <w:tcW w:w="9180" w:type="dxa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>Vai izvirzītā hipotēze bija patiesa?  Kādi rezultāti sasniegti? Max 250 zīmes</w:t>
            </w:r>
          </w:p>
        </w:tc>
      </w:tr>
    </w:tbl>
    <w:p w:rsidR="00180976" w:rsidRPr="006016E0" w:rsidRDefault="00180976" w:rsidP="00D8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</w:p>
    <w:p w:rsidR="00180976" w:rsidRPr="00AF4E54" w:rsidRDefault="00180976" w:rsidP="00D8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Atsauces</w:t>
      </w:r>
      <w:r w:rsidRPr="00AF4E54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</w:p>
    <w:p w:rsidR="00180976" w:rsidRPr="00981400" w:rsidRDefault="00180976" w:rsidP="00D8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1400"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 xml:space="preserve"> nav obligāti</w:t>
      </w:r>
    </w:p>
    <w:p w:rsidR="00180976" w:rsidRPr="006016E0" w:rsidRDefault="00180976" w:rsidP="00D83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1"/>
        <w:gridCol w:w="7745"/>
      </w:tblGrid>
      <w:tr w:rsidR="00180976" w:rsidRPr="00E034E2">
        <w:trPr>
          <w:trHeight w:val="397"/>
        </w:trPr>
        <w:tc>
          <w:tcPr>
            <w:tcW w:w="1111" w:type="dxa"/>
            <w:tcBorders>
              <w:top w:val="nil"/>
              <w:left w:val="nil"/>
              <w:bottom w:val="nil"/>
            </w:tcBorders>
            <w:vAlign w:val="center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Summary.</w:t>
            </w:r>
          </w:p>
        </w:tc>
        <w:tc>
          <w:tcPr>
            <w:tcW w:w="8069" w:type="dxa"/>
            <w:vAlign w:val="center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Nosaukums angļu valodā</w:t>
            </w:r>
          </w:p>
        </w:tc>
      </w:tr>
      <w:tr w:rsidR="00180976" w:rsidRPr="00E034E2">
        <w:trPr>
          <w:trHeight w:hRule="exact" w:val="113"/>
        </w:trPr>
        <w:tc>
          <w:tcPr>
            <w:tcW w:w="9180" w:type="dxa"/>
            <w:gridSpan w:val="2"/>
            <w:tcBorders>
              <w:top w:val="nil"/>
              <w:left w:val="nil"/>
              <w:right w:val="nil"/>
            </w:tcBorders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80976" w:rsidRPr="00E034E2">
        <w:tc>
          <w:tcPr>
            <w:tcW w:w="9180" w:type="dxa"/>
            <w:gridSpan w:val="2"/>
          </w:tcPr>
          <w:p w:rsidR="00180976" w:rsidRPr="00E034E2" w:rsidRDefault="00180976" w:rsidP="00231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>Ja tēze ir latviešu valodā, jābūt kopsavilkumam angļu valodā.</w:t>
            </w:r>
            <w:r w:rsidRPr="00E034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034E2">
              <w:rPr>
                <w:rFonts w:ascii="Times New Roman" w:hAnsi="Times New Roman" w:cs="Times New Roman"/>
                <w:sz w:val="20"/>
                <w:szCs w:val="20"/>
              </w:rPr>
              <w:t>Max 400 zīmes</w:t>
            </w:r>
          </w:p>
        </w:tc>
      </w:tr>
    </w:tbl>
    <w:p w:rsidR="00180976" w:rsidRDefault="00180976" w:rsidP="001662B9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180976" w:rsidRDefault="00180976" w:rsidP="001662B9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180976" w:rsidRDefault="00180976" w:rsidP="001662B9">
      <w:pPr>
        <w:pStyle w:val="Title"/>
      </w:pPr>
      <w:r>
        <w:br w:type="page"/>
        <w:t>Zinātniskā vadītāja vērtējums</w:t>
      </w:r>
    </w:p>
    <w:p w:rsidR="00180976" w:rsidRPr="008D3117" w:rsidRDefault="00180976" w:rsidP="001662B9">
      <w:pPr>
        <w:pStyle w:val="Title"/>
        <w:rPr>
          <w:b w:val="0"/>
          <w:bCs w:val="0"/>
          <w:sz w:val="20"/>
          <w:szCs w:val="20"/>
        </w:rPr>
      </w:pPr>
      <w:r w:rsidRPr="008D3117">
        <w:rPr>
          <w:b w:val="0"/>
          <w:bCs w:val="0"/>
          <w:sz w:val="20"/>
          <w:szCs w:val="20"/>
        </w:rPr>
        <w:t xml:space="preserve">(iesniedzama kopā ar tēzi </w:t>
      </w:r>
      <w:r>
        <w:rPr>
          <w:b w:val="0"/>
          <w:bCs w:val="0"/>
          <w:sz w:val="20"/>
          <w:szCs w:val="20"/>
        </w:rPr>
        <w:t xml:space="preserve">Inesei Mieriņai: e-pasts: </w:t>
      </w:r>
      <w:hyperlink r:id="rId5" w:history="1">
        <w:r w:rsidRPr="002205CC">
          <w:rPr>
            <w:rStyle w:val="Hyperlink"/>
            <w:b w:val="0"/>
            <w:bCs w:val="0"/>
            <w:sz w:val="20"/>
            <w:szCs w:val="20"/>
          </w:rPr>
          <w:t>inesem@ktf.rtu.lv</w:t>
        </w:r>
      </w:hyperlink>
      <w:r>
        <w:rPr>
          <w:b w:val="0"/>
          <w:bCs w:val="0"/>
          <w:sz w:val="20"/>
          <w:szCs w:val="20"/>
        </w:rPr>
        <w:t>, tel.: 26228145)</w:t>
      </w: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2B9">
        <w:rPr>
          <w:rFonts w:ascii="Times New Roman" w:hAnsi="Times New Roman" w:cs="Times New Roman"/>
          <w:sz w:val="24"/>
          <w:szCs w:val="24"/>
        </w:rPr>
        <w:t>Ar šo apliecinu, ka</w:t>
      </w:r>
      <w:r>
        <w:rPr>
          <w:rFonts w:ascii="Times New Roman" w:hAnsi="Times New Roman" w:cs="Times New Roman"/>
          <w:sz w:val="24"/>
          <w:szCs w:val="24"/>
        </w:rPr>
        <w:t xml:space="preserve"> esmu iepazinies / - usies ar</w:t>
      </w: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2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  <w:r w:rsidRPr="001662B9">
        <w:rPr>
          <w:rFonts w:ascii="Times New Roman" w:hAnsi="Times New Roman" w:cs="Times New Roman"/>
          <w:i/>
          <w:iCs/>
          <w:sz w:val="18"/>
          <w:szCs w:val="18"/>
        </w:rPr>
        <w:t xml:space="preserve">(studenta vārds, uzvārds, fakultāte, studiju gads) </w:t>
      </w: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2B9">
        <w:rPr>
          <w:rFonts w:ascii="Times New Roman" w:hAnsi="Times New Roman" w:cs="Times New Roman"/>
          <w:sz w:val="24"/>
          <w:szCs w:val="24"/>
        </w:rPr>
        <w:t xml:space="preserve">darbu </w:t>
      </w: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1662B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 </w:t>
      </w:r>
      <w:r w:rsidRPr="001662B9">
        <w:rPr>
          <w:rFonts w:ascii="Times New Roman" w:hAnsi="Times New Roman" w:cs="Times New Roman"/>
          <w:i/>
          <w:iCs/>
          <w:sz w:val="18"/>
          <w:szCs w:val="18"/>
        </w:rPr>
        <w:t>(darba nosaukums)</w:t>
      </w:r>
    </w:p>
    <w:p w:rsidR="00180976" w:rsidRPr="001662B9" w:rsidRDefault="00180976" w:rsidP="001662B9">
      <w:pPr>
        <w:spacing w:after="0"/>
        <w:rPr>
          <w:rFonts w:ascii="Times New Roman" w:hAnsi="Times New Roman" w:cs="Times New Roman"/>
        </w:rPr>
      </w:pPr>
      <w:r w:rsidRPr="001662B9">
        <w:rPr>
          <w:rFonts w:ascii="Times New Roman" w:hAnsi="Times New Roman" w:cs="Times New Roman"/>
          <w:sz w:val="24"/>
          <w:szCs w:val="24"/>
        </w:rPr>
        <w:tab/>
      </w:r>
    </w:p>
    <w:p w:rsidR="00180976" w:rsidRPr="001662B9" w:rsidRDefault="00180976" w:rsidP="001662B9">
      <w:pPr>
        <w:spacing w:after="0"/>
        <w:rPr>
          <w:rFonts w:ascii="Times New Roman" w:hAnsi="Times New Roman" w:cs="Times New Roman"/>
        </w:rPr>
      </w:pP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62B9">
        <w:rPr>
          <w:rFonts w:ascii="Times New Roman" w:hAnsi="Times New Roman" w:cs="Times New Roman"/>
          <w:sz w:val="24"/>
          <w:szCs w:val="24"/>
        </w:rPr>
        <w:t>Zinātniskā darba rezultāti ir kvalitatīvi un pietiekami, lai to pieņemtu dalībai RTU Studentu zinātniskā un tehniskā konferencē. Piekrītu materiāla publicēšanai.</w:t>
      </w: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i/>
          <w:iCs/>
        </w:rPr>
      </w:pPr>
      <w:r w:rsidRPr="001662B9">
        <w:rPr>
          <w:rFonts w:ascii="Times New Roman" w:hAnsi="Times New Roman" w:cs="Times New Roman"/>
          <w:sz w:val="24"/>
          <w:szCs w:val="24"/>
        </w:rPr>
        <w:t xml:space="preserve">Zinātniskais vadītājs </w:t>
      </w:r>
      <w:r w:rsidRPr="001662B9">
        <w:rPr>
          <w:rFonts w:ascii="Times New Roman" w:hAnsi="Times New Roman" w:cs="Times New Roman"/>
        </w:rPr>
        <w:t xml:space="preserve">  _________________________________________      __________     </w:t>
      </w: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  <w:r w:rsidRPr="001662B9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</w:t>
      </w:r>
      <w:r w:rsidRPr="001662B9">
        <w:rPr>
          <w:rFonts w:ascii="Times New Roman" w:hAnsi="Times New Roman" w:cs="Times New Roman"/>
          <w:i/>
          <w:iCs/>
          <w:sz w:val="18"/>
          <w:szCs w:val="18"/>
        </w:rPr>
        <w:t xml:space="preserve">      </w:t>
      </w: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Pr="001662B9">
        <w:rPr>
          <w:rFonts w:ascii="Times New Roman" w:hAnsi="Times New Roman" w:cs="Times New Roman"/>
          <w:i/>
          <w:iCs/>
          <w:sz w:val="18"/>
          <w:szCs w:val="18"/>
        </w:rPr>
        <w:t>Vārds, uzvārds, zinātniskais grāds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  <w:r w:rsidRPr="001662B9">
        <w:rPr>
          <w:rFonts w:ascii="Times New Roman" w:hAnsi="Times New Roman" w:cs="Times New Roman"/>
          <w:i/>
          <w:iCs/>
          <w:sz w:val="18"/>
          <w:szCs w:val="18"/>
        </w:rPr>
        <w:t xml:space="preserve">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</w:t>
      </w:r>
      <w:r w:rsidRPr="001662B9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Pr="001662B9">
        <w:rPr>
          <w:rFonts w:ascii="Times New Roman" w:hAnsi="Times New Roman" w:cs="Times New Roman"/>
          <w:i/>
          <w:iCs/>
          <w:sz w:val="18"/>
          <w:szCs w:val="18"/>
        </w:rPr>
        <w:t>Paraksts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:rsidR="00180976" w:rsidRPr="001662B9" w:rsidRDefault="00180976" w:rsidP="001662B9">
      <w:pPr>
        <w:pStyle w:val="Heading2"/>
      </w:pPr>
    </w:p>
    <w:p w:rsidR="00180976" w:rsidRPr="001662B9" w:rsidRDefault="00180976" w:rsidP="001662B9">
      <w:pPr>
        <w:pStyle w:val="Heading2"/>
      </w:pPr>
      <w:r>
        <w:t xml:space="preserve">Datums   </w:t>
      </w:r>
      <w:r w:rsidRPr="001662B9">
        <w:t>________________________</w:t>
      </w: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976" w:rsidRPr="001662B9" w:rsidRDefault="00180976" w:rsidP="001662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0976" w:rsidRPr="001662B9" w:rsidRDefault="00180976" w:rsidP="001662B9">
      <w:pPr>
        <w:rPr>
          <w:rFonts w:ascii="Times New Roman" w:hAnsi="Times New Roman" w:cs="Times New Roman"/>
          <w:sz w:val="24"/>
          <w:szCs w:val="24"/>
        </w:rPr>
      </w:pPr>
    </w:p>
    <w:p w:rsidR="00180976" w:rsidRPr="001662B9" w:rsidRDefault="00180976" w:rsidP="001662B9">
      <w:pPr>
        <w:rPr>
          <w:rFonts w:ascii="Times New Roman" w:hAnsi="Times New Roman" w:cs="Times New Roman"/>
          <w:sz w:val="24"/>
          <w:szCs w:val="24"/>
        </w:rPr>
      </w:pPr>
    </w:p>
    <w:p w:rsidR="00180976" w:rsidRPr="00B12960" w:rsidRDefault="00180976" w:rsidP="00D8375D">
      <w:pPr>
        <w:spacing w:after="0" w:line="240" w:lineRule="auto"/>
        <w:ind w:right="-765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sectPr w:rsidR="00180976" w:rsidRPr="00B12960" w:rsidSect="00D837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6260"/>
    <w:multiLevelType w:val="hybridMultilevel"/>
    <w:tmpl w:val="E0DCDB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EF9"/>
    <w:rsid w:val="000B2313"/>
    <w:rsid w:val="00111938"/>
    <w:rsid w:val="001662B9"/>
    <w:rsid w:val="00180976"/>
    <w:rsid w:val="001B00B5"/>
    <w:rsid w:val="002205CC"/>
    <w:rsid w:val="00231676"/>
    <w:rsid w:val="002863DA"/>
    <w:rsid w:val="0028736A"/>
    <w:rsid w:val="002F3EB3"/>
    <w:rsid w:val="003D6242"/>
    <w:rsid w:val="003E0595"/>
    <w:rsid w:val="003E4B34"/>
    <w:rsid w:val="00471EF9"/>
    <w:rsid w:val="00486148"/>
    <w:rsid w:val="0054558D"/>
    <w:rsid w:val="005B6A34"/>
    <w:rsid w:val="006016E0"/>
    <w:rsid w:val="00637C39"/>
    <w:rsid w:val="006823AF"/>
    <w:rsid w:val="008B06BA"/>
    <w:rsid w:val="008B6CB7"/>
    <w:rsid w:val="008D3117"/>
    <w:rsid w:val="008D6797"/>
    <w:rsid w:val="00981400"/>
    <w:rsid w:val="009C4C05"/>
    <w:rsid w:val="00A21FCD"/>
    <w:rsid w:val="00AF4E54"/>
    <w:rsid w:val="00B012B1"/>
    <w:rsid w:val="00B12960"/>
    <w:rsid w:val="00B47141"/>
    <w:rsid w:val="00B92BE5"/>
    <w:rsid w:val="00C04F3A"/>
    <w:rsid w:val="00CA4E40"/>
    <w:rsid w:val="00CF3D1A"/>
    <w:rsid w:val="00D8375D"/>
    <w:rsid w:val="00DE1A30"/>
    <w:rsid w:val="00DE3457"/>
    <w:rsid w:val="00E034E2"/>
    <w:rsid w:val="00EB0368"/>
    <w:rsid w:val="00F251BD"/>
    <w:rsid w:val="00FB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D1A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059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E0595"/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CF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682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23AF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3E05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3E0595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uiPriority w:val="99"/>
    <w:rsid w:val="00B92BE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B92BE5"/>
    <w:pPr>
      <w:ind w:left="720"/>
    </w:pPr>
  </w:style>
  <w:style w:type="character" w:styleId="Hyperlink">
    <w:name w:val="Hyperlink"/>
    <w:basedOn w:val="DefaultParagraphFont"/>
    <w:uiPriority w:val="99"/>
    <w:rsid w:val="00D837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esem@ktf.rtu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2452</Words>
  <Characters>1398</Characters>
  <Application>Microsoft Office Outlook</Application>
  <DocSecurity>0</DocSecurity>
  <Lines>0</Lines>
  <Paragraphs>0</Paragraphs>
  <ScaleCrop>false</ScaleCrop>
  <Company>q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RTU 57</dc:title>
  <dc:subject/>
  <dc:creator>q</dc:creator>
  <cp:keywords/>
  <dc:description/>
  <cp:lastModifiedBy>INESE</cp:lastModifiedBy>
  <cp:revision>3</cp:revision>
  <cp:lastPrinted>2015-03-30T12:11:00Z</cp:lastPrinted>
  <dcterms:created xsi:type="dcterms:W3CDTF">2016-02-26T09:12:00Z</dcterms:created>
  <dcterms:modified xsi:type="dcterms:W3CDTF">2016-04-04T14:13:00Z</dcterms:modified>
</cp:coreProperties>
</file>